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292" w:rsidRDefault="00150292" w:rsidP="006C70F3">
      <w:pPr>
        <w:jc w:val="center"/>
      </w:pPr>
      <w:r>
        <w:t>Iron Chef Healthy Breakfast Competition</w:t>
      </w:r>
    </w:p>
    <w:p w:rsidR="00150292" w:rsidRDefault="00150292" w:rsidP="00786757">
      <w:pPr>
        <w:pStyle w:val="ListParagraph"/>
        <w:numPr>
          <w:ilvl w:val="0"/>
          <w:numId w:val="1"/>
        </w:numPr>
      </w:pPr>
      <w:r>
        <w:t>Research a heart healthy breakfast recipe to prepare</w:t>
      </w:r>
    </w:p>
    <w:p w:rsidR="00150292" w:rsidRDefault="00150292" w:rsidP="00786757">
      <w:pPr>
        <w:pStyle w:val="ListParagraph"/>
        <w:numPr>
          <w:ilvl w:val="0"/>
          <w:numId w:val="1"/>
        </w:numPr>
      </w:pPr>
      <w:r>
        <w:t>Teams of 3-4</w:t>
      </w:r>
    </w:p>
    <w:p w:rsidR="00150292" w:rsidRDefault="00150292" w:rsidP="00786757">
      <w:pPr>
        <w:pStyle w:val="ListParagraph"/>
        <w:numPr>
          <w:ilvl w:val="0"/>
          <w:numId w:val="1"/>
        </w:numPr>
      </w:pPr>
      <w:r>
        <w:t>Needs to include amount and % daily allowance for an adult (per serving) met of:</w:t>
      </w:r>
    </w:p>
    <w:p w:rsidR="00150292" w:rsidRDefault="00150292" w:rsidP="00786757">
      <w:pPr>
        <w:pStyle w:val="ListParagraph"/>
        <w:numPr>
          <w:ilvl w:val="1"/>
          <w:numId w:val="1"/>
        </w:numPr>
        <w:spacing w:after="0" w:line="240" w:lineRule="auto"/>
      </w:pPr>
      <w:r>
        <w:t>calories</w:t>
      </w:r>
    </w:p>
    <w:p w:rsidR="00150292" w:rsidRDefault="00150292" w:rsidP="00786757">
      <w:pPr>
        <w:pStyle w:val="ListParagraph"/>
        <w:numPr>
          <w:ilvl w:val="1"/>
          <w:numId w:val="1"/>
        </w:numPr>
        <w:spacing w:after="0" w:line="240" w:lineRule="auto"/>
      </w:pPr>
      <w:r>
        <w:t>fat</w:t>
      </w:r>
    </w:p>
    <w:p w:rsidR="00150292" w:rsidRDefault="00150292" w:rsidP="00786757">
      <w:pPr>
        <w:pStyle w:val="ListParagraph"/>
        <w:numPr>
          <w:ilvl w:val="1"/>
          <w:numId w:val="1"/>
        </w:numPr>
        <w:spacing w:after="0" w:line="240" w:lineRule="auto"/>
      </w:pPr>
      <w:r>
        <w:t>carbohydrates</w:t>
      </w:r>
    </w:p>
    <w:p w:rsidR="00150292" w:rsidRDefault="00150292" w:rsidP="00786757">
      <w:pPr>
        <w:pStyle w:val="ListParagraph"/>
        <w:numPr>
          <w:ilvl w:val="1"/>
          <w:numId w:val="1"/>
        </w:numPr>
        <w:spacing w:after="0" w:line="240" w:lineRule="auto"/>
      </w:pPr>
      <w:r>
        <w:t>protein</w:t>
      </w:r>
    </w:p>
    <w:p w:rsidR="00150292" w:rsidRDefault="00150292" w:rsidP="00786757">
      <w:pPr>
        <w:pStyle w:val="ListParagraph"/>
        <w:numPr>
          <w:ilvl w:val="1"/>
          <w:numId w:val="1"/>
        </w:numPr>
        <w:spacing w:after="0" w:line="240" w:lineRule="auto"/>
      </w:pPr>
      <w:r>
        <w:t>fiber</w:t>
      </w:r>
    </w:p>
    <w:p w:rsidR="00150292" w:rsidRDefault="00150292" w:rsidP="00786757">
      <w:pPr>
        <w:pStyle w:val="ListParagraph"/>
        <w:numPr>
          <w:ilvl w:val="1"/>
          <w:numId w:val="1"/>
        </w:numPr>
        <w:spacing w:after="0" w:line="240" w:lineRule="auto"/>
      </w:pPr>
      <w:r>
        <w:t>vitamins</w:t>
      </w:r>
    </w:p>
    <w:p w:rsidR="00150292" w:rsidRDefault="00150292" w:rsidP="00786757">
      <w:pPr>
        <w:pStyle w:val="ListParagraph"/>
        <w:numPr>
          <w:ilvl w:val="1"/>
          <w:numId w:val="1"/>
        </w:numPr>
        <w:spacing w:after="0" w:line="240" w:lineRule="auto"/>
      </w:pPr>
      <w:r>
        <w:t>minerals</w:t>
      </w:r>
    </w:p>
    <w:p w:rsidR="00150292" w:rsidRDefault="00150292" w:rsidP="00786757">
      <w:pPr>
        <w:spacing w:after="0" w:line="240" w:lineRule="auto"/>
      </w:pPr>
    </w:p>
    <w:p w:rsidR="00150292" w:rsidRDefault="00150292" w:rsidP="00BE7024">
      <w:pPr>
        <w:pStyle w:val="ListParagraph"/>
        <w:numPr>
          <w:ilvl w:val="0"/>
          <w:numId w:val="1"/>
        </w:numPr>
        <w:spacing w:after="0" w:line="240" w:lineRule="auto"/>
      </w:pPr>
      <w:r>
        <w:t>Ingredient lists and cooking utensils need to be provided to Mrs. Poorbaugh by Wednesday, June 1.</w:t>
      </w:r>
    </w:p>
    <w:p w:rsidR="00150292" w:rsidRDefault="00150292" w:rsidP="00F53727">
      <w:pPr>
        <w:pStyle w:val="ListParagraph"/>
        <w:numPr>
          <w:ilvl w:val="1"/>
          <w:numId w:val="1"/>
        </w:numPr>
        <w:spacing w:after="0" w:line="240" w:lineRule="auto"/>
      </w:pPr>
      <w:r>
        <w:t>Most ingredients and cooking utensils will be provided</w:t>
      </w:r>
    </w:p>
    <w:p w:rsidR="00150292" w:rsidRDefault="00150292" w:rsidP="00786757">
      <w:pPr>
        <w:spacing w:after="0" w:line="240" w:lineRule="auto"/>
      </w:pPr>
    </w:p>
    <w:p w:rsidR="00150292" w:rsidRDefault="00150292" w:rsidP="00BE7024">
      <w:pPr>
        <w:pStyle w:val="ListParagraph"/>
        <w:numPr>
          <w:ilvl w:val="0"/>
          <w:numId w:val="2"/>
        </w:numPr>
        <w:spacing w:after="0" w:line="240" w:lineRule="auto"/>
      </w:pPr>
      <w:r>
        <w:t>Written document due the day on exam day</w:t>
      </w:r>
    </w:p>
    <w:p w:rsidR="00150292" w:rsidRDefault="00150292" w:rsidP="00D3535F">
      <w:pPr>
        <w:pStyle w:val="ListParagraph"/>
        <w:numPr>
          <w:ilvl w:val="1"/>
          <w:numId w:val="2"/>
        </w:numPr>
        <w:spacing w:after="0" w:line="240" w:lineRule="auto"/>
      </w:pPr>
      <w:r>
        <w:t>Names of group members</w:t>
      </w:r>
    </w:p>
    <w:p w:rsidR="00150292" w:rsidRDefault="00150292" w:rsidP="00D3535F">
      <w:pPr>
        <w:pStyle w:val="ListParagraph"/>
        <w:numPr>
          <w:ilvl w:val="1"/>
          <w:numId w:val="2"/>
        </w:numPr>
        <w:spacing w:after="0" w:line="240" w:lineRule="auto"/>
      </w:pPr>
      <w:r>
        <w:t>Recipe</w:t>
      </w:r>
    </w:p>
    <w:p w:rsidR="00150292" w:rsidRDefault="00150292" w:rsidP="00D3535F">
      <w:pPr>
        <w:pStyle w:val="ListParagraph"/>
        <w:numPr>
          <w:ilvl w:val="1"/>
          <w:numId w:val="2"/>
        </w:numPr>
        <w:spacing w:after="0" w:line="240" w:lineRule="auto"/>
      </w:pPr>
      <w:r>
        <w:t>Ingredients</w:t>
      </w:r>
    </w:p>
    <w:p w:rsidR="00150292" w:rsidRDefault="00150292" w:rsidP="00D3535F">
      <w:pPr>
        <w:pStyle w:val="ListParagraph"/>
        <w:numPr>
          <w:ilvl w:val="1"/>
          <w:numId w:val="2"/>
        </w:numPr>
        <w:spacing w:after="0" w:line="240" w:lineRule="auto"/>
      </w:pPr>
      <w:r>
        <w:t>Nutritional Information</w:t>
      </w:r>
    </w:p>
    <w:p w:rsidR="00150292" w:rsidRDefault="00150292" w:rsidP="00D3535F">
      <w:pPr>
        <w:pStyle w:val="ListParagraph"/>
        <w:numPr>
          <w:ilvl w:val="1"/>
          <w:numId w:val="2"/>
        </w:numPr>
        <w:spacing w:after="0" w:line="240" w:lineRule="auto"/>
      </w:pPr>
      <w:r>
        <w:t>Rationale for choosing</w:t>
      </w:r>
    </w:p>
    <w:p w:rsidR="00150292" w:rsidRDefault="00150292" w:rsidP="00D2443A">
      <w:pPr>
        <w:pStyle w:val="ListParagraph"/>
        <w:spacing w:after="0" w:line="240" w:lineRule="auto"/>
        <w:ind w:left="1080"/>
      </w:pPr>
    </w:p>
    <w:p w:rsidR="00150292" w:rsidRDefault="00150292" w:rsidP="00BE7024">
      <w:pPr>
        <w:pStyle w:val="ListParagraph"/>
        <w:numPr>
          <w:ilvl w:val="0"/>
          <w:numId w:val="2"/>
        </w:numPr>
        <w:spacing w:after="0" w:line="240" w:lineRule="auto"/>
      </w:pPr>
      <w:r>
        <w:t>You will make the meal during your exam time in class</w:t>
      </w:r>
    </w:p>
    <w:p w:rsidR="00150292" w:rsidRDefault="00150292" w:rsidP="00BE7024">
      <w:pPr>
        <w:pStyle w:val="ListParagraph"/>
        <w:numPr>
          <w:ilvl w:val="1"/>
          <w:numId w:val="2"/>
        </w:numPr>
        <w:spacing w:after="0" w:line="240" w:lineRule="auto"/>
      </w:pPr>
      <w:r>
        <w:t>Responsible for all cooking</w:t>
      </w:r>
    </w:p>
    <w:p w:rsidR="00150292" w:rsidRDefault="00150292" w:rsidP="00BE7024">
      <w:pPr>
        <w:pStyle w:val="ListParagraph"/>
        <w:numPr>
          <w:ilvl w:val="1"/>
          <w:numId w:val="2"/>
        </w:numPr>
        <w:spacing w:after="0" w:line="240" w:lineRule="auto"/>
      </w:pPr>
      <w:r>
        <w:t>Responsible for all clean up</w:t>
      </w:r>
    </w:p>
    <w:p w:rsidR="00150292" w:rsidRDefault="00150292" w:rsidP="00F53727">
      <w:pPr>
        <w:pStyle w:val="ListParagraph"/>
        <w:spacing w:after="0" w:line="240" w:lineRule="auto"/>
        <w:ind w:left="1080"/>
      </w:pPr>
    </w:p>
    <w:p w:rsidR="00150292" w:rsidRDefault="00150292" w:rsidP="00BE7024">
      <w:pPr>
        <w:pStyle w:val="ListParagraph"/>
        <w:numPr>
          <w:ilvl w:val="0"/>
          <w:numId w:val="2"/>
        </w:numPr>
        <w:spacing w:after="0" w:line="240" w:lineRule="auto"/>
      </w:pPr>
      <w:r>
        <w:t>Breakfast will be judged for appearance, taste, and nutritional value</w:t>
      </w:r>
    </w:p>
    <w:p w:rsidR="00150292" w:rsidRDefault="00150292" w:rsidP="00F53727">
      <w:pPr>
        <w:pStyle w:val="ListParagraph"/>
        <w:spacing w:after="0" w:line="240" w:lineRule="auto"/>
        <w:ind w:left="360"/>
      </w:pPr>
    </w:p>
    <w:p w:rsidR="00150292" w:rsidRDefault="00150292" w:rsidP="006C70F3"/>
    <w:p w:rsidR="00150292" w:rsidRDefault="00150292" w:rsidP="006C70F3"/>
    <w:p w:rsidR="00150292" w:rsidRDefault="00150292" w:rsidP="006C70F3"/>
    <w:sectPr w:rsidR="00150292" w:rsidSect="00164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81B02"/>
    <w:multiLevelType w:val="hybridMultilevel"/>
    <w:tmpl w:val="85023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97DE0"/>
    <w:multiLevelType w:val="hybridMultilevel"/>
    <w:tmpl w:val="9AF8A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0F3"/>
    <w:rsid w:val="000F2F22"/>
    <w:rsid w:val="00124C76"/>
    <w:rsid w:val="00150292"/>
    <w:rsid w:val="001646B1"/>
    <w:rsid w:val="0034427D"/>
    <w:rsid w:val="00642580"/>
    <w:rsid w:val="006C70F3"/>
    <w:rsid w:val="00786757"/>
    <w:rsid w:val="008C4070"/>
    <w:rsid w:val="00BE7024"/>
    <w:rsid w:val="00CC59DD"/>
    <w:rsid w:val="00D2443A"/>
    <w:rsid w:val="00D3535F"/>
    <w:rsid w:val="00F53727"/>
    <w:rsid w:val="00F76051"/>
    <w:rsid w:val="00FB0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6B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867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107</Words>
  <Characters>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Iron Chef Healthy Breakfast Competition</dc:title>
  <dc:subject/>
  <dc:creator>Owner</dc:creator>
  <cp:keywords/>
  <dc:description/>
  <cp:lastModifiedBy>PritchaJ</cp:lastModifiedBy>
  <cp:revision>4</cp:revision>
  <dcterms:created xsi:type="dcterms:W3CDTF">2011-05-23T11:14:00Z</dcterms:created>
  <dcterms:modified xsi:type="dcterms:W3CDTF">2011-05-23T14:22:00Z</dcterms:modified>
</cp:coreProperties>
</file>