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F04" w:rsidRPr="006E557E" w:rsidRDefault="006C2F04" w:rsidP="006D7AFF">
      <w:pPr>
        <w:jc w:val="center"/>
        <w:rPr>
          <w:rFonts w:ascii="Comic Sans MS" w:hAnsi="Comic Sans MS"/>
          <w:b/>
          <w:sz w:val="24"/>
          <w:szCs w:val="24"/>
        </w:rPr>
      </w:pPr>
      <w:r w:rsidRPr="006E557E">
        <w:rPr>
          <w:rFonts w:ascii="Comic Sans MS" w:hAnsi="Comic Sans MS"/>
          <w:b/>
          <w:sz w:val="24"/>
          <w:szCs w:val="24"/>
        </w:rPr>
        <w:t>Digestive System Portfolio-Option 2</w:t>
      </w:r>
    </w:p>
    <w:p w:rsidR="006C2F04" w:rsidRPr="006E557E" w:rsidRDefault="006C2F04" w:rsidP="006D7AFF">
      <w:pPr>
        <w:jc w:val="center"/>
        <w:rPr>
          <w:rFonts w:ascii="Comic Sans MS" w:hAnsi="Comic Sans MS"/>
          <w:i/>
          <w:sz w:val="24"/>
          <w:szCs w:val="24"/>
        </w:rPr>
      </w:pPr>
      <w:r w:rsidRPr="006E557E">
        <w:rPr>
          <w:rFonts w:ascii="Comic Sans MS" w:hAnsi="Comic Sans MS"/>
          <w:i/>
          <w:sz w:val="24"/>
          <w:szCs w:val="24"/>
        </w:rPr>
        <w:t>Must earn a total of 30 points</w:t>
      </w:r>
    </w:p>
    <w:p w:rsidR="006C2F04" w:rsidRPr="006E557E" w:rsidRDefault="006C2F04">
      <w:pPr>
        <w:rPr>
          <w:rFonts w:ascii="Comic Sans MS" w:hAnsi="Comic Sans MS"/>
          <w:b/>
          <w:sz w:val="24"/>
          <w:szCs w:val="24"/>
        </w:rPr>
      </w:pPr>
      <w:r w:rsidRPr="006E557E">
        <w:rPr>
          <w:rFonts w:ascii="Comic Sans MS" w:hAnsi="Comic Sans MS"/>
          <w:b/>
          <w:sz w:val="24"/>
          <w:szCs w:val="24"/>
        </w:rPr>
        <w:t>Original Poem or Song about Digestion (10 Points)</w:t>
      </w:r>
    </w:p>
    <w:p w:rsidR="006C2F04" w:rsidRPr="006E557E" w:rsidRDefault="006C2F04">
      <w:pPr>
        <w:rPr>
          <w:rFonts w:ascii="Comic Sans MS" w:hAnsi="Comic Sans MS"/>
          <w:sz w:val="24"/>
          <w:szCs w:val="24"/>
        </w:rPr>
      </w:pPr>
      <w:r w:rsidRPr="006E557E">
        <w:rPr>
          <w:rFonts w:ascii="Comic Sans MS" w:hAnsi="Comic Sans MS"/>
          <w:sz w:val="24"/>
          <w:szCs w:val="24"/>
        </w:rPr>
        <w:t>Create a song or a poem about the digestive system.  You are able to use any aspect of the digestive system that you would like, but be sure the poem or song is accurate and makes sense!  The song or poem must be informative!</w:t>
      </w:r>
    </w:p>
    <w:p w:rsidR="006C2F04" w:rsidRPr="006E557E" w:rsidRDefault="006C2F04">
      <w:pPr>
        <w:rPr>
          <w:rFonts w:ascii="Comic Sans MS" w:hAnsi="Comic Sans MS"/>
          <w:b/>
          <w:sz w:val="24"/>
          <w:szCs w:val="24"/>
        </w:rPr>
      </w:pPr>
      <w:r w:rsidRPr="006E557E">
        <w:rPr>
          <w:rFonts w:ascii="Comic Sans MS" w:hAnsi="Comic Sans MS"/>
          <w:b/>
          <w:sz w:val="24"/>
          <w:szCs w:val="24"/>
        </w:rPr>
        <w:t>Children’s Book about Digestion or Healthy Eating (20 Points)</w:t>
      </w:r>
    </w:p>
    <w:p w:rsidR="006C2F04" w:rsidRPr="006E557E" w:rsidRDefault="006C2F04">
      <w:pPr>
        <w:rPr>
          <w:rFonts w:ascii="Comic Sans MS" w:hAnsi="Comic Sans MS"/>
          <w:sz w:val="24"/>
          <w:szCs w:val="24"/>
        </w:rPr>
      </w:pPr>
      <w:r w:rsidRPr="006E557E">
        <w:rPr>
          <w:rFonts w:ascii="Comic Sans MS" w:hAnsi="Comic Sans MS"/>
          <w:sz w:val="24"/>
          <w:szCs w:val="24"/>
        </w:rPr>
        <w:t xml:space="preserve">Create a children’s book (illustrated) that talks about the digestive system or the importance of eating healthy.  Phrase accurate information in a way that is understandable to young children and attention getting (morals are very common in children’s stories </w:t>
      </w:r>
      <w:r w:rsidRPr="006E557E">
        <w:rPr>
          <w:rFonts w:ascii="Comic Sans MS" w:hAnsi="Comic Sans MS"/>
          <w:sz w:val="24"/>
          <w:szCs w:val="24"/>
        </w:rPr>
        <w:sym w:font="Wingdings" w:char="F04A"/>
      </w:r>
      <w:r w:rsidRPr="006E557E">
        <w:rPr>
          <w:rFonts w:ascii="Comic Sans MS" w:hAnsi="Comic Sans MS"/>
          <w:sz w:val="24"/>
          <w:szCs w:val="24"/>
        </w:rPr>
        <w:t xml:space="preserve"> ).</w:t>
      </w:r>
    </w:p>
    <w:p w:rsidR="006C2F04" w:rsidRPr="006E557E" w:rsidRDefault="006C2F04">
      <w:pPr>
        <w:rPr>
          <w:rFonts w:ascii="Comic Sans MS" w:hAnsi="Comic Sans MS"/>
          <w:b/>
          <w:sz w:val="24"/>
          <w:szCs w:val="24"/>
        </w:rPr>
      </w:pPr>
      <w:r w:rsidRPr="006E557E">
        <w:rPr>
          <w:rFonts w:ascii="Comic Sans MS" w:hAnsi="Comic Sans MS"/>
          <w:b/>
          <w:sz w:val="24"/>
          <w:szCs w:val="24"/>
        </w:rPr>
        <w:t>Summarize Articles with New Research on Diets or Digestion (5 Points for Each Article)</w:t>
      </w:r>
    </w:p>
    <w:p w:rsidR="006C2F04" w:rsidRPr="006E557E" w:rsidRDefault="006C2F04">
      <w:pPr>
        <w:rPr>
          <w:rFonts w:ascii="Comic Sans MS" w:hAnsi="Comic Sans MS"/>
          <w:sz w:val="24"/>
          <w:szCs w:val="24"/>
        </w:rPr>
      </w:pPr>
      <w:r w:rsidRPr="006E557E">
        <w:rPr>
          <w:rFonts w:ascii="Comic Sans MS" w:hAnsi="Comic Sans MS"/>
          <w:sz w:val="24"/>
          <w:szCs w:val="24"/>
        </w:rPr>
        <w:t>Find articles from any health, cooking, news, or other journal that talks about new research on digestion or new diets, etc.  Read and highlight the article and write a short summary about it.  Include the article with your summary.</w:t>
      </w:r>
    </w:p>
    <w:p w:rsidR="006C2F04" w:rsidRPr="006E557E" w:rsidRDefault="006C2F04">
      <w:pPr>
        <w:rPr>
          <w:rFonts w:ascii="Comic Sans MS" w:hAnsi="Comic Sans MS"/>
          <w:b/>
          <w:sz w:val="24"/>
          <w:szCs w:val="24"/>
        </w:rPr>
      </w:pPr>
      <w:r w:rsidRPr="006E557E">
        <w:rPr>
          <w:rFonts w:ascii="Comic Sans MS" w:hAnsi="Comic Sans MS"/>
          <w:b/>
          <w:sz w:val="24"/>
          <w:szCs w:val="24"/>
        </w:rPr>
        <w:t>Digestive Disorder Pamphlet (20 Points)</w:t>
      </w:r>
    </w:p>
    <w:p w:rsidR="006C2F04" w:rsidRPr="006E557E" w:rsidRDefault="006C2F04">
      <w:pPr>
        <w:rPr>
          <w:rFonts w:ascii="Comic Sans MS" w:hAnsi="Comic Sans MS"/>
          <w:sz w:val="24"/>
          <w:szCs w:val="24"/>
        </w:rPr>
      </w:pPr>
      <w:r w:rsidRPr="006E557E">
        <w:rPr>
          <w:rFonts w:ascii="Comic Sans MS" w:hAnsi="Comic Sans MS"/>
          <w:sz w:val="24"/>
          <w:szCs w:val="24"/>
        </w:rPr>
        <w:t>Look up information on a digestive disorder.  Create an informative pamphlet about the disorder.  Include images if applicable, symptoms, treatments, diagnosis, and the effect it has on diet and digestion.</w:t>
      </w:r>
    </w:p>
    <w:sectPr w:rsidR="006C2F04" w:rsidRPr="006E557E" w:rsidSect="00C379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2FA"/>
    <w:rsid w:val="00142607"/>
    <w:rsid w:val="00434B17"/>
    <w:rsid w:val="00536454"/>
    <w:rsid w:val="006C2F04"/>
    <w:rsid w:val="006D7AFF"/>
    <w:rsid w:val="006E557E"/>
    <w:rsid w:val="008A51AE"/>
    <w:rsid w:val="00BB779D"/>
    <w:rsid w:val="00C3790B"/>
    <w:rsid w:val="00C733CE"/>
    <w:rsid w:val="00E1744F"/>
    <w:rsid w:val="00E202FA"/>
    <w:rsid w:val="00E569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90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202F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184</Words>
  <Characters>1053</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Digestive System Portfolio-Option 2</dc:title>
  <dc:subject/>
  <dc:creator>Owner</dc:creator>
  <cp:keywords/>
  <dc:description/>
  <cp:lastModifiedBy>PritchaJ</cp:lastModifiedBy>
  <cp:revision>2</cp:revision>
  <dcterms:created xsi:type="dcterms:W3CDTF">2010-04-29T11:03:00Z</dcterms:created>
  <dcterms:modified xsi:type="dcterms:W3CDTF">2010-04-29T11:03:00Z</dcterms:modified>
</cp:coreProperties>
</file>